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76" w:rsidRDefault="00B05776" w:rsidP="00FF1FA5">
      <w:pPr>
        <w:autoSpaceDE w:val="0"/>
        <w:autoSpaceDN w:val="0"/>
        <w:adjustRightInd w:val="0"/>
        <w:ind w:left="1026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4</w:t>
      </w:r>
    </w:p>
    <w:p w:rsidR="00B05776" w:rsidRDefault="00B05776" w:rsidP="00FF1FA5">
      <w:pPr>
        <w:autoSpaceDE w:val="0"/>
        <w:autoSpaceDN w:val="0"/>
        <w:adjustRightInd w:val="0"/>
        <w:ind w:left="10260"/>
        <w:jc w:val="center"/>
        <w:rPr>
          <w:sz w:val="22"/>
          <w:szCs w:val="22"/>
        </w:rPr>
      </w:pPr>
      <w:r>
        <w:rPr>
          <w:sz w:val="22"/>
          <w:szCs w:val="22"/>
        </w:rPr>
        <w:t>к решению Собрания представителей</w:t>
      </w:r>
    </w:p>
    <w:p w:rsidR="00B05776" w:rsidRDefault="00B05776" w:rsidP="00FF1FA5">
      <w:pPr>
        <w:autoSpaceDE w:val="0"/>
        <w:autoSpaceDN w:val="0"/>
        <w:adjustRightInd w:val="0"/>
        <w:ind w:left="10260"/>
        <w:jc w:val="center"/>
        <w:rPr>
          <w:sz w:val="22"/>
          <w:szCs w:val="22"/>
        </w:rPr>
      </w:pPr>
      <w:r>
        <w:rPr>
          <w:sz w:val="22"/>
          <w:szCs w:val="22"/>
        </w:rPr>
        <w:t>г. Владикавказ от 15 января  2013г. № 39/1</w:t>
      </w:r>
    </w:p>
    <w:p w:rsidR="00B05776" w:rsidRDefault="00B05776" w:rsidP="00FF1FA5">
      <w:pPr>
        <w:autoSpaceDE w:val="0"/>
        <w:autoSpaceDN w:val="0"/>
        <w:adjustRightInd w:val="0"/>
        <w:ind w:left="10260"/>
        <w:jc w:val="center"/>
        <w:rPr>
          <w:sz w:val="22"/>
          <w:szCs w:val="22"/>
        </w:rPr>
      </w:pPr>
      <w:r>
        <w:rPr>
          <w:sz w:val="22"/>
          <w:szCs w:val="22"/>
        </w:rPr>
        <w:t>«О бюджете муниципального образования</w:t>
      </w:r>
    </w:p>
    <w:p w:rsidR="00B05776" w:rsidRDefault="00B05776" w:rsidP="00FF1FA5">
      <w:pPr>
        <w:autoSpaceDE w:val="0"/>
        <w:autoSpaceDN w:val="0"/>
        <w:adjustRightInd w:val="0"/>
        <w:ind w:left="10260"/>
        <w:jc w:val="center"/>
        <w:rPr>
          <w:sz w:val="22"/>
          <w:szCs w:val="22"/>
        </w:rPr>
      </w:pPr>
      <w:r>
        <w:rPr>
          <w:sz w:val="22"/>
          <w:szCs w:val="22"/>
        </w:rPr>
        <w:t>г.Владикавказ на 2013 год и на плановый</w:t>
      </w:r>
    </w:p>
    <w:p w:rsidR="00B05776" w:rsidRDefault="00B05776" w:rsidP="00FF1FA5">
      <w:pPr>
        <w:autoSpaceDE w:val="0"/>
        <w:autoSpaceDN w:val="0"/>
        <w:adjustRightInd w:val="0"/>
        <w:ind w:left="10260"/>
        <w:jc w:val="center"/>
        <w:rPr>
          <w:sz w:val="22"/>
          <w:szCs w:val="22"/>
        </w:rPr>
      </w:pPr>
      <w:r>
        <w:rPr>
          <w:sz w:val="22"/>
          <w:szCs w:val="22"/>
        </w:rPr>
        <w:t>период 2014 и 2015 гг.»</w:t>
      </w:r>
    </w:p>
    <w:p w:rsidR="00B05776" w:rsidRDefault="00B05776" w:rsidP="00105158">
      <w:pPr>
        <w:jc w:val="center"/>
        <w:rPr>
          <w:b/>
          <w:bCs/>
        </w:rPr>
      </w:pPr>
    </w:p>
    <w:p w:rsidR="00B05776" w:rsidRDefault="00B05776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B05776" w:rsidRDefault="00B05776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B05776" w:rsidRDefault="00B05776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B05776" w:rsidRDefault="00B05776" w:rsidP="00105158">
      <w:pPr>
        <w:jc w:val="center"/>
        <w:rPr>
          <w:b/>
          <w:bCs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2700"/>
        <w:gridCol w:w="10980"/>
      </w:tblGrid>
      <w:tr w:rsidR="00B05776" w:rsidRPr="003E53EA">
        <w:tc>
          <w:tcPr>
            <w:tcW w:w="4140" w:type="dxa"/>
            <w:gridSpan w:val="2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0980" w:type="dxa"/>
            <w:vMerge w:val="restart"/>
            <w:vAlign w:val="center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Главного администратора</w:t>
            </w: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0980" w:type="dxa"/>
            <w:vMerge/>
            <w:vAlign w:val="center"/>
          </w:tcPr>
          <w:p w:rsidR="00B05776" w:rsidRPr="003E53EA" w:rsidRDefault="00B05776" w:rsidP="00960D1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01 02 00 00 04 0000 710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Получение </w:t>
            </w:r>
            <w:r>
              <w:rPr>
                <w:sz w:val="20"/>
                <w:szCs w:val="20"/>
              </w:rPr>
              <w:t>кредитов от кредитных организаций</w:t>
            </w:r>
            <w:bookmarkStart w:id="0" w:name="_GoBack"/>
            <w:bookmarkEnd w:id="0"/>
            <w:r w:rsidRPr="003E53EA">
              <w:rPr>
                <w:sz w:val="20"/>
                <w:szCs w:val="20"/>
              </w:rPr>
              <w:t xml:space="preserve"> бюджетами городских округов в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01 02 00 00 04 0000 810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00 04 0000 710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00 04 0000 810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01 06 05 01 04 0000 540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Предоставление бюджетных кредитов юридическим лицам  из бюджета городского округа в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Иные источники финансирования дефицита бюджета городского округа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01 05 02 01 04 0000 510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Увеличение прочих остатков денежных средств бюджета городского округа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01 05 02 01 04 0000 610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Уменьшение прочих остатков денежных средств бюджета городского округа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 валюте Российской Федерации</w:t>
            </w: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B05776" w:rsidRPr="006A1BA4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A1BA4">
              <w:rPr>
                <w:b/>
                <w:bCs/>
                <w:sz w:val="20"/>
                <w:szCs w:val="20"/>
              </w:rPr>
              <w:t>Управление муниципальным имуществом, земельными ресурсами, архитектуры и градостроительства АМС</w:t>
            </w: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6A1BA4">
              <w:rPr>
                <w:b/>
                <w:bCs/>
                <w:sz w:val="20"/>
                <w:szCs w:val="20"/>
              </w:rPr>
              <w:t xml:space="preserve"> г. Владикавказа</w:t>
            </w:r>
          </w:p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05776" w:rsidRPr="003E53EA">
        <w:tc>
          <w:tcPr>
            <w:tcW w:w="1440" w:type="dxa"/>
          </w:tcPr>
          <w:p w:rsidR="00B05776" w:rsidRPr="003E53EA" w:rsidRDefault="00B05776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05776" w:rsidRPr="003E53EA" w:rsidRDefault="00B05776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01 06 01 00 04 0000 630</w:t>
            </w:r>
          </w:p>
        </w:tc>
        <w:tc>
          <w:tcPr>
            <w:tcW w:w="10980" w:type="dxa"/>
          </w:tcPr>
          <w:p w:rsidR="00B05776" w:rsidRPr="003E53EA" w:rsidRDefault="00B05776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B05776" w:rsidRDefault="00B05776" w:rsidP="00105158"/>
    <w:p w:rsidR="00B05776" w:rsidRDefault="00B05776" w:rsidP="00105158"/>
    <w:p w:rsidR="00B05776" w:rsidRDefault="00B05776"/>
    <w:sectPr w:rsidR="00B05776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776" w:rsidRDefault="00B05776" w:rsidP="00105158">
      <w:r>
        <w:separator/>
      </w:r>
    </w:p>
  </w:endnote>
  <w:endnote w:type="continuationSeparator" w:id="0">
    <w:p w:rsidR="00B05776" w:rsidRDefault="00B05776" w:rsidP="00105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776" w:rsidRDefault="00B05776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B05776" w:rsidRDefault="00B057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776" w:rsidRDefault="00B05776" w:rsidP="00105158">
      <w:r>
        <w:separator/>
      </w:r>
    </w:p>
  </w:footnote>
  <w:footnote w:type="continuationSeparator" w:id="0">
    <w:p w:rsidR="00B05776" w:rsidRDefault="00B05776" w:rsidP="001051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383"/>
    <w:rsid w:val="000727D3"/>
    <w:rsid w:val="00102CA4"/>
    <w:rsid w:val="00105158"/>
    <w:rsid w:val="003D2E17"/>
    <w:rsid w:val="003E53EA"/>
    <w:rsid w:val="00552E07"/>
    <w:rsid w:val="00603290"/>
    <w:rsid w:val="00646CF1"/>
    <w:rsid w:val="006A1BA4"/>
    <w:rsid w:val="006B7CD6"/>
    <w:rsid w:val="008E6C71"/>
    <w:rsid w:val="00960D11"/>
    <w:rsid w:val="009F3DFD"/>
    <w:rsid w:val="00B05776"/>
    <w:rsid w:val="00B24522"/>
    <w:rsid w:val="00B37383"/>
    <w:rsid w:val="00DC1AA4"/>
    <w:rsid w:val="00E13DF9"/>
    <w:rsid w:val="00EA62F4"/>
    <w:rsid w:val="00F20A34"/>
    <w:rsid w:val="00FF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51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05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9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</Pages>
  <Words>368</Words>
  <Characters>2101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User</cp:lastModifiedBy>
  <cp:revision>5</cp:revision>
  <cp:lastPrinted>2013-01-14T12:55:00Z</cp:lastPrinted>
  <dcterms:created xsi:type="dcterms:W3CDTF">2012-11-13T15:04:00Z</dcterms:created>
  <dcterms:modified xsi:type="dcterms:W3CDTF">2013-01-16T09:02:00Z</dcterms:modified>
</cp:coreProperties>
</file>